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823" w:rsidRPr="00C27FB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Приложение № 1</w:t>
      </w:r>
      <w:r w:rsidR="002F469B">
        <w:rPr>
          <w:bCs/>
          <w:szCs w:val="28"/>
        </w:rPr>
        <w:t>3</w:t>
      </w:r>
    </w:p>
    <w:p w:rsidR="00035823" w:rsidRPr="00C27FB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к решению Совета муниципального</w:t>
      </w:r>
    </w:p>
    <w:p w:rsidR="00035823" w:rsidRPr="0032346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образования Новокубанский</w:t>
      </w:r>
      <w:r w:rsidRPr="00323461">
        <w:rPr>
          <w:bCs/>
          <w:szCs w:val="28"/>
        </w:rPr>
        <w:t xml:space="preserve"> район</w:t>
      </w:r>
    </w:p>
    <w:p w:rsidR="00035823" w:rsidRPr="00323461" w:rsidRDefault="0016217A" w:rsidP="00035823">
      <w:pPr>
        <w:tabs>
          <w:tab w:val="left" w:pos="5245"/>
          <w:tab w:val="left" w:pos="5387"/>
        </w:tabs>
        <w:ind w:left="5387" w:hanging="425"/>
        <w:rPr>
          <w:szCs w:val="28"/>
        </w:rPr>
      </w:pPr>
      <w:r>
        <w:rPr>
          <w:bCs/>
          <w:szCs w:val="28"/>
        </w:rPr>
        <w:t xml:space="preserve">от </w:t>
      </w:r>
      <w:r w:rsidR="008D57BC">
        <w:rPr>
          <w:bCs/>
          <w:szCs w:val="28"/>
        </w:rPr>
        <w:t>16 апреля</w:t>
      </w:r>
      <w:r>
        <w:rPr>
          <w:bCs/>
          <w:szCs w:val="28"/>
        </w:rPr>
        <w:t xml:space="preserve"> 2020 года № </w:t>
      </w:r>
      <w:r w:rsidR="008D57BC">
        <w:rPr>
          <w:bCs/>
          <w:szCs w:val="28"/>
        </w:rPr>
        <w:t>534</w:t>
      </w:r>
    </w:p>
    <w:p w:rsidR="00035823" w:rsidRDefault="00035823" w:rsidP="00035823">
      <w:pPr>
        <w:ind w:hanging="425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AA75FA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C47A6" w:rsidRDefault="001C47A6" w:rsidP="001C47A6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 21</w:t>
            </w:r>
            <w:r w:rsidR="008D57BC">
              <w:rPr>
                <w:bCs/>
                <w:szCs w:val="28"/>
              </w:rPr>
              <w:t xml:space="preserve"> ноября</w:t>
            </w:r>
            <w:bookmarkStart w:id="0" w:name="_GoBack"/>
            <w:bookmarkEnd w:id="0"/>
            <w:r>
              <w:rPr>
                <w:bCs/>
                <w:szCs w:val="28"/>
              </w:rPr>
              <w:t xml:space="preserve"> 2019 года № 482</w:t>
            </w:r>
          </w:p>
          <w:p w:rsidR="00C3442C" w:rsidRPr="001F120C" w:rsidRDefault="00C3442C" w:rsidP="00D67851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B46B01" w:rsidRPr="005349DA" w:rsidRDefault="00AA75FA" w:rsidP="00714EA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</w:t>
            </w:r>
            <w:r w:rsidR="00714EAA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Tr="005349DA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Сумма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3786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37866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8F0ED9" w:rsidP="005378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F86608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43 295,2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46 793,7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42 753,5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693,3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511,7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24B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8 </w:t>
            </w:r>
            <w:r w:rsidR="00524B1C">
              <w:rPr>
                <w:szCs w:val="28"/>
              </w:rPr>
              <w:t>7</w:t>
            </w:r>
            <w:r>
              <w:rPr>
                <w:szCs w:val="28"/>
              </w:rPr>
              <w:t>36,5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D10FAD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2 806,8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B822C7" w:rsidRDefault="00B822C7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1 468,5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1D3873" w:rsidRDefault="005349DA" w:rsidP="008A5D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Default="008F0ED9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5349DA" w:rsidTr="0095537C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EA3257" w:rsidRDefault="005349DA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B72AE5" w:rsidRDefault="005349DA" w:rsidP="002D24B3">
            <w:pPr>
              <w:rPr>
                <w:b/>
                <w:bCs/>
                <w:szCs w:val="28"/>
              </w:rPr>
            </w:pPr>
            <w:r w:rsidRPr="00B72AE5">
              <w:rPr>
                <w:b/>
                <w:bCs/>
                <w:szCs w:val="28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B1C" w:rsidRPr="00B72AE5" w:rsidRDefault="007A6B8F" w:rsidP="006D57EC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147</w:t>
            </w:r>
            <w:r w:rsidR="006D57EC">
              <w:rPr>
                <w:b/>
                <w:bCs/>
                <w:szCs w:val="28"/>
              </w:rPr>
              <w:t> 834,4</w:t>
            </w:r>
          </w:p>
        </w:tc>
      </w:tr>
    </w:tbl>
    <w:p w:rsidR="00CA770E" w:rsidRPr="0095537C" w:rsidRDefault="00CA770E" w:rsidP="007E513A"/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Е.В.Афонина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8D57BC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E0E8B8E0-8CC2-40B0-86BA-985CF608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96F2E-717B-4A86-9FA0-2C1C9674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389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65</cp:revision>
  <cp:lastPrinted>2020-04-20T06:42:00Z</cp:lastPrinted>
  <dcterms:created xsi:type="dcterms:W3CDTF">2017-09-18T13:02:00Z</dcterms:created>
  <dcterms:modified xsi:type="dcterms:W3CDTF">2020-04-20T06:42:00Z</dcterms:modified>
</cp:coreProperties>
</file>